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44" w:rsidRDefault="00DE3B44" w:rsidP="00F93E39">
      <w:pPr>
        <w:spacing w:after="0"/>
        <w:jc w:val="both"/>
        <w:rPr>
          <w:rFonts w:ascii="Arial" w:hAnsi="Arial" w:cs="Arial"/>
          <w:b/>
        </w:rPr>
      </w:pPr>
    </w:p>
    <w:p w:rsidR="00D822E3" w:rsidRPr="00D822E3" w:rsidRDefault="00D822E3" w:rsidP="00D822E3">
      <w:pPr>
        <w:spacing w:after="0"/>
        <w:jc w:val="both"/>
        <w:rPr>
          <w:rFonts w:ascii="Arial" w:hAnsi="Arial" w:cs="Arial"/>
          <w:b/>
        </w:rPr>
      </w:pPr>
      <w:r w:rsidRPr="00D822E3">
        <w:rPr>
          <w:rFonts w:ascii="Arial" w:hAnsi="Arial" w:cs="Arial"/>
          <w:b/>
        </w:rPr>
        <w:t>Bewegung aus der Tüte!</w:t>
      </w:r>
    </w:p>
    <w:p w:rsidR="00F93E39" w:rsidRDefault="00D822E3" w:rsidP="00D822E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D</w:t>
      </w:r>
      <w:r w:rsidR="00F93E39" w:rsidRPr="00A725CB">
        <w:rPr>
          <w:rFonts w:ascii="Arial" w:hAnsi="Arial" w:cs="Arial"/>
          <w:b/>
        </w:rPr>
        <w:t xml:space="preserve">er Verein </w:t>
      </w:r>
      <w:r w:rsidR="00F93E39" w:rsidRPr="008A1EC4">
        <w:rPr>
          <w:rFonts w:ascii="Arial" w:hAnsi="Arial" w:cs="Arial"/>
          <w:b/>
          <w:highlight w:val="yellow"/>
        </w:rPr>
        <w:t xml:space="preserve">… </w:t>
      </w:r>
      <w:r w:rsidR="00F93E39" w:rsidRPr="008A1EC4">
        <w:rPr>
          <w:rFonts w:ascii="Arial" w:hAnsi="Arial" w:cs="Arial"/>
          <w:highlight w:val="yellow"/>
        </w:rPr>
        <w:t>(Vereinsname)</w:t>
      </w:r>
      <w:r w:rsidR="00F93E39" w:rsidRPr="00A725CB">
        <w:rPr>
          <w:rFonts w:ascii="Arial" w:hAnsi="Arial" w:cs="Arial"/>
          <w:b/>
        </w:rPr>
        <w:t xml:space="preserve"> bringt Familien und Kinder in Bewegung!</w:t>
      </w:r>
    </w:p>
    <w:p w:rsidR="00F93E39" w:rsidRDefault="00F93E39" w:rsidP="00F93E3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F93E39" w:rsidRDefault="00622EBE" w:rsidP="00F93E39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8.65pt;margin-top:1in;width:128.25pt;height:129.5pt;z-index:251659264;mso-position-horizontal-relative:margin;mso-position-vertical-relative:margin">
            <v:imagedata r:id="rId8" o:title="Weltkindertagsfigur" cropleft="4234f" cropright="5603f"/>
            <w10:wrap type="square" anchorx="margin" anchory="margin"/>
          </v:shape>
        </w:pict>
      </w:r>
      <w:r w:rsidR="00F93E39" w:rsidRPr="006049C0">
        <w:rPr>
          <w:rFonts w:ascii="Arial" w:hAnsi="Arial" w:cs="Arial"/>
          <w:b/>
          <w:i/>
          <w:sz w:val="28"/>
          <w:szCs w:val="28"/>
        </w:rPr>
        <w:t>Liebe Familien, Eltern und Kinder</w:t>
      </w:r>
      <w:r w:rsidR="006A233D">
        <w:rPr>
          <w:rFonts w:ascii="Arial" w:hAnsi="Arial" w:cs="Arial"/>
          <w:b/>
          <w:i/>
          <w:sz w:val="28"/>
          <w:szCs w:val="28"/>
        </w:rPr>
        <w:t>,</w:t>
      </w:r>
    </w:p>
    <w:p w:rsidR="003066D6" w:rsidRPr="003066D6" w:rsidRDefault="003066D6" w:rsidP="00F93E39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</w:p>
    <w:p w:rsidR="00A46518" w:rsidRPr="00CC5D7F" w:rsidRDefault="00E824D1" w:rsidP="005C3A2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A775C">
        <w:rPr>
          <w:rFonts w:ascii="Arial" w:hAnsi="Arial" w:cs="Arial"/>
        </w:rPr>
        <w:t xml:space="preserve">um Jahresbeginn muss der Vereinssport des </w:t>
      </w:r>
      <w:r w:rsidR="00DA775C" w:rsidRPr="00DA775C">
        <w:rPr>
          <w:rFonts w:ascii="Arial" w:hAnsi="Arial" w:cs="Arial"/>
          <w:highlight w:val="yellow"/>
        </w:rPr>
        <w:t>Vereins Musterstadt</w:t>
      </w:r>
      <w:r w:rsidR="00DA775C">
        <w:rPr>
          <w:rFonts w:ascii="Arial" w:hAnsi="Arial" w:cs="Arial"/>
        </w:rPr>
        <w:t xml:space="preserve"> leider noch Ruhen.</w:t>
      </w:r>
    </w:p>
    <w:p w:rsidR="00D47135" w:rsidRDefault="005B61A4" w:rsidP="005C3A2E">
      <w:pPr>
        <w:spacing w:after="0"/>
        <w:rPr>
          <w:rFonts w:ascii="Arial" w:hAnsi="Arial" w:cs="Arial"/>
        </w:rPr>
      </w:pPr>
      <w:r w:rsidRPr="00CC5D7F">
        <w:rPr>
          <w:rFonts w:ascii="Arial" w:hAnsi="Arial" w:cs="Arial"/>
        </w:rPr>
        <w:t>Unsere Gedanken sind dennoch bei unseren Familien und Kindern</w:t>
      </w:r>
      <w:r w:rsidR="00B92A3B" w:rsidRPr="00CC5D7F">
        <w:rPr>
          <w:rFonts w:ascii="Arial" w:hAnsi="Arial" w:cs="Arial"/>
        </w:rPr>
        <w:t xml:space="preserve"> des </w:t>
      </w:r>
      <w:r w:rsidR="00B92A3B" w:rsidRPr="00CC5D7F">
        <w:rPr>
          <w:rFonts w:ascii="Arial" w:hAnsi="Arial" w:cs="Arial"/>
          <w:highlight w:val="yellow"/>
        </w:rPr>
        <w:t>Vereins Musterstadt</w:t>
      </w:r>
      <w:r w:rsidR="008B0AC8">
        <w:rPr>
          <w:rFonts w:ascii="Arial" w:hAnsi="Arial" w:cs="Arial"/>
        </w:rPr>
        <w:t xml:space="preserve"> </w:t>
      </w:r>
      <w:r w:rsidR="008B0AC8" w:rsidRPr="007124C8">
        <w:rPr>
          <w:rFonts w:ascii="Arial" w:hAnsi="Arial" w:cs="Arial"/>
          <w:highlight w:val="yellow"/>
        </w:rPr>
        <w:t>bzw. bei den Familien in unserem Stadtteil.</w:t>
      </w:r>
    </w:p>
    <w:p w:rsidR="005B61A4" w:rsidRPr="00CC5D7F" w:rsidRDefault="005B61A4" w:rsidP="005C3A2E">
      <w:pPr>
        <w:spacing w:after="0"/>
        <w:rPr>
          <w:rFonts w:ascii="Arial" w:hAnsi="Arial" w:cs="Arial"/>
        </w:rPr>
      </w:pPr>
      <w:r w:rsidRPr="00CC5D7F">
        <w:rPr>
          <w:rFonts w:ascii="Arial" w:hAnsi="Arial" w:cs="Arial"/>
        </w:rPr>
        <w:t>Wir hoffen, dass wir uns schon bald in der Turnhalle oder auf dem Sportplatz wi</w:t>
      </w:r>
      <w:r w:rsidR="004F45FD">
        <w:rPr>
          <w:rFonts w:ascii="Arial" w:hAnsi="Arial" w:cs="Arial"/>
        </w:rPr>
        <w:t>e</w:t>
      </w:r>
      <w:r w:rsidRPr="00CC5D7F">
        <w:rPr>
          <w:rFonts w:ascii="Arial" w:hAnsi="Arial" w:cs="Arial"/>
        </w:rPr>
        <w:t>der</w:t>
      </w:r>
      <w:bookmarkStart w:id="0" w:name="_GoBack"/>
      <w:bookmarkEnd w:id="0"/>
      <w:r w:rsidRPr="00CC5D7F">
        <w:rPr>
          <w:rFonts w:ascii="Arial" w:hAnsi="Arial" w:cs="Arial"/>
        </w:rPr>
        <w:t xml:space="preserve">sehen und uns gemeinsam bewegen können. </w:t>
      </w:r>
      <w:r w:rsidR="002141FD">
        <w:rPr>
          <w:rFonts w:ascii="Arial" w:hAnsi="Arial" w:cs="Arial"/>
        </w:rPr>
        <w:t>Bis dahin haben</w:t>
      </w:r>
      <w:r w:rsidR="008B0AC8">
        <w:rPr>
          <w:rFonts w:ascii="Arial" w:hAnsi="Arial" w:cs="Arial"/>
        </w:rPr>
        <w:t xml:space="preserve"> wir uns eine tolle Alternative für Euch ausgedacht!</w:t>
      </w:r>
    </w:p>
    <w:p w:rsidR="00B92A3B" w:rsidRPr="00CC5D7F" w:rsidRDefault="00B92A3B" w:rsidP="005C3A2E">
      <w:pPr>
        <w:spacing w:after="0"/>
        <w:rPr>
          <w:rFonts w:ascii="Arial" w:hAnsi="Arial" w:cs="Arial"/>
        </w:rPr>
      </w:pPr>
    </w:p>
    <w:p w:rsidR="003E7C96" w:rsidRPr="00EF5CA2" w:rsidRDefault="002141FD" w:rsidP="003E7C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Wir haben</w:t>
      </w:r>
      <w:r w:rsidR="00CC5D7F" w:rsidRPr="00CC5D7F">
        <w:rPr>
          <w:rFonts w:ascii="Arial" w:hAnsi="Arial" w:cs="Arial"/>
        </w:rPr>
        <w:t xml:space="preserve"> unseren K</w:t>
      </w:r>
      <w:r>
        <w:rPr>
          <w:rFonts w:ascii="Arial" w:hAnsi="Arial" w:cs="Arial"/>
        </w:rPr>
        <w:t>indern und Familien diese Bewegungstüte</w:t>
      </w:r>
      <w:r w:rsidR="00CC5D7F">
        <w:rPr>
          <w:rFonts w:ascii="Arial" w:hAnsi="Arial" w:cs="Arial"/>
          <w:i/>
        </w:rPr>
        <w:t xml:space="preserve"> </w:t>
      </w:r>
      <w:r w:rsidR="00CC5D7F">
        <w:rPr>
          <w:rFonts w:ascii="Arial" w:hAnsi="Arial" w:cs="Arial"/>
        </w:rPr>
        <w:t>gepackt</w:t>
      </w:r>
      <w:r w:rsidR="00E34A73">
        <w:rPr>
          <w:rFonts w:ascii="Arial" w:hAnsi="Arial" w:cs="Arial"/>
        </w:rPr>
        <w:t>.</w:t>
      </w:r>
      <w:r w:rsidR="00CC5D7F">
        <w:rPr>
          <w:rFonts w:ascii="Arial" w:hAnsi="Arial" w:cs="Arial"/>
        </w:rPr>
        <w:t xml:space="preserve"> </w:t>
      </w:r>
      <w:r w:rsidR="0066648A">
        <w:rPr>
          <w:rFonts w:ascii="Arial" w:hAnsi="Arial" w:cs="Arial"/>
        </w:rPr>
        <w:t xml:space="preserve">Neben </w:t>
      </w:r>
      <w:r w:rsidR="00E34A73">
        <w:rPr>
          <w:rFonts w:ascii="Arial" w:hAnsi="Arial" w:cs="Arial"/>
        </w:rPr>
        <w:t xml:space="preserve">gesunden </w:t>
      </w:r>
      <w:r w:rsidR="0066648A" w:rsidRPr="009863EF">
        <w:rPr>
          <w:rFonts w:ascii="Arial" w:hAnsi="Arial" w:cs="Arial"/>
          <w:highlight w:val="yellow"/>
        </w:rPr>
        <w:t xml:space="preserve">Leckereien </w:t>
      </w:r>
      <w:r w:rsidR="00F86CA2" w:rsidRPr="009863EF">
        <w:rPr>
          <w:rFonts w:ascii="Arial" w:hAnsi="Arial" w:cs="Arial"/>
          <w:highlight w:val="yellow"/>
        </w:rPr>
        <w:t>und Überraschungen</w:t>
      </w:r>
      <w:r w:rsidR="00F86CA2">
        <w:rPr>
          <w:rFonts w:ascii="Arial" w:hAnsi="Arial" w:cs="Arial"/>
        </w:rPr>
        <w:t xml:space="preserve"> </w:t>
      </w:r>
      <w:r w:rsidR="008F4F41">
        <w:rPr>
          <w:rFonts w:ascii="Arial" w:hAnsi="Arial" w:cs="Arial"/>
        </w:rPr>
        <w:t>findet I</w:t>
      </w:r>
      <w:r w:rsidR="0066648A">
        <w:rPr>
          <w:rFonts w:ascii="Arial" w:hAnsi="Arial" w:cs="Arial"/>
        </w:rPr>
        <w:t xml:space="preserve">hr </w:t>
      </w:r>
      <w:r>
        <w:rPr>
          <w:rFonts w:ascii="Arial" w:hAnsi="Arial" w:cs="Arial"/>
        </w:rPr>
        <w:t>in der Bewegungs</w:t>
      </w:r>
      <w:r w:rsidR="00F86CA2">
        <w:rPr>
          <w:rFonts w:ascii="Arial" w:hAnsi="Arial" w:cs="Arial"/>
        </w:rPr>
        <w:t xml:space="preserve">tüte </w:t>
      </w:r>
      <w:r w:rsidR="0066648A">
        <w:rPr>
          <w:rFonts w:ascii="Arial" w:hAnsi="Arial" w:cs="Arial"/>
        </w:rPr>
        <w:t xml:space="preserve">unsere Spielesammlung. </w:t>
      </w:r>
      <w:r w:rsidR="00E34A73">
        <w:rPr>
          <w:rFonts w:ascii="Arial" w:hAnsi="Arial" w:cs="Arial"/>
        </w:rPr>
        <w:t xml:space="preserve">Die </w:t>
      </w:r>
      <w:r w:rsidR="00675A16">
        <w:rPr>
          <w:rFonts w:ascii="Arial" w:hAnsi="Arial" w:cs="Arial"/>
        </w:rPr>
        <w:t>Bewegungsideen für drinnen und draußen</w:t>
      </w:r>
      <w:r w:rsidR="002668CC">
        <w:rPr>
          <w:rFonts w:ascii="Arial" w:hAnsi="Arial" w:cs="Arial"/>
        </w:rPr>
        <w:t>,</w:t>
      </w:r>
      <w:r w:rsidR="00E34A73" w:rsidRPr="00EF5CA2">
        <w:rPr>
          <w:rFonts w:ascii="Arial" w:hAnsi="Arial" w:cs="Arial"/>
        </w:rPr>
        <w:t xml:space="preserve"> </w:t>
      </w:r>
      <w:r w:rsidR="003E7C96" w:rsidRPr="00EF5CA2">
        <w:rPr>
          <w:rFonts w:ascii="Arial" w:hAnsi="Arial" w:cs="Arial"/>
        </w:rPr>
        <w:t>Spielvorschläge, Mal- und Bastelideen sind besonders für Kinder im Kita</w:t>
      </w:r>
      <w:r w:rsidR="003E7C96" w:rsidRPr="00CC5D7F">
        <w:rPr>
          <w:rFonts w:ascii="Arial" w:hAnsi="Arial" w:cs="Arial"/>
        </w:rPr>
        <w:t>- und Grundschul</w:t>
      </w:r>
      <w:r w:rsidR="003E7C96" w:rsidRPr="00EF5CA2">
        <w:rPr>
          <w:rFonts w:ascii="Arial" w:hAnsi="Arial" w:cs="Arial"/>
        </w:rPr>
        <w:t xml:space="preserve">alter geeignet. </w:t>
      </w:r>
      <w:r w:rsidR="0066648A">
        <w:rPr>
          <w:rFonts w:ascii="Arial" w:hAnsi="Arial" w:cs="Arial"/>
        </w:rPr>
        <w:t>Erprobt</w:t>
      </w:r>
      <w:r w:rsidR="003E7C96" w:rsidRPr="00EF5CA2">
        <w:rPr>
          <w:rFonts w:ascii="Arial" w:hAnsi="Arial" w:cs="Arial"/>
        </w:rPr>
        <w:t xml:space="preserve"> die Spiele gemeinsam mit </w:t>
      </w:r>
      <w:r w:rsidR="009747B2">
        <w:rPr>
          <w:rFonts w:ascii="Arial" w:hAnsi="Arial" w:cs="Arial"/>
        </w:rPr>
        <w:t>E</w:t>
      </w:r>
      <w:r w:rsidR="0066648A">
        <w:rPr>
          <w:rFonts w:ascii="Arial" w:hAnsi="Arial" w:cs="Arial"/>
        </w:rPr>
        <w:t>urem K</w:t>
      </w:r>
      <w:r w:rsidR="002668CC">
        <w:rPr>
          <w:rFonts w:ascii="Arial" w:hAnsi="Arial" w:cs="Arial"/>
        </w:rPr>
        <w:t>ind oder</w:t>
      </w:r>
      <w:r w:rsidR="003E7C96" w:rsidRPr="00EF5CA2">
        <w:rPr>
          <w:rFonts w:ascii="Arial" w:hAnsi="Arial" w:cs="Arial"/>
        </w:rPr>
        <w:t xml:space="preserve"> </w:t>
      </w:r>
      <w:r w:rsidR="0066648A">
        <w:rPr>
          <w:rFonts w:ascii="Arial" w:hAnsi="Arial" w:cs="Arial"/>
        </w:rPr>
        <w:t>erfindet</w:t>
      </w:r>
      <w:r w:rsidR="006777F4">
        <w:rPr>
          <w:rFonts w:ascii="Arial" w:hAnsi="Arial" w:cs="Arial"/>
        </w:rPr>
        <w:t xml:space="preserve"> neue Varianten</w:t>
      </w:r>
      <w:r w:rsidR="003E7C96" w:rsidRPr="00EF5CA2">
        <w:rPr>
          <w:rFonts w:ascii="Arial" w:hAnsi="Arial" w:cs="Arial"/>
        </w:rPr>
        <w:t>.</w:t>
      </w:r>
    </w:p>
    <w:p w:rsidR="00AA7C3F" w:rsidRDefault="00AA7C3F" w:rsidP="005C3A2E">
      <w:pPr>
        <w:spacing w:after="0"/>
        <w:rPr>
          <w:rFonts w:ascii="Arial" w:hAnsi="Arial" w:cs="Arial"/>
        </w:rPr>
      </w:pPr>
    </w:p>
    <w:p w:rsidR="00B20B6B" w:rsidRPr="003066D6" w:rsidRDefault="0046674C" w:rsidP="005C3A2E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5F030CA" wp14:editId="3A8C75E6">
            <wp:simplePos x="0" y="0"/>
            <wp:positionH relativeFrom="margin">
              <wp:posOffset>-61595</wp:posOffset>
            </wp:positionH>
            <wp:positionV relativeFrom="margin">
              <wp:posOffset>3766185</wp:posOffset>
            </wp:positionV>
            <wp:extent cx="1019175" cy="1144905"/>
            <wp:effectExtent l="0" t="0" r="9525" b="0"/>
            <wp:wrapSquare wrapText="bothSides"/>
            <wp:docPr id="1" name="Grafik 1" descr="P:\Ref_KJSE\trotzdemSport\Bewegung aus der Tüte\NEU ohne Förderung\Kibaz_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Ref_KJSE\trotzdemSport\Bewegung aus der Tüte\NEU ohne Förderung\Kibaz_Bal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31" t="11289" r="23684" b="9437"/>
                    <a:stretch/>
                  </pic:blipFill>
                  <pic:spPr bwMode="auto">
                    <a:xfrm>
                      <a:off x="0" y="0"/>
                      <a:ext cx="101917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A7A">
        <w:rPr>
          <w:rFonts w:ascii="Arial" w:hAnsi="Arial" w:cs="Arial"/>
        </w:rPr>
        <w:t>Noch viel mehr S</w:t>
      </w:r>
      <w:r w:rsidR="009B5BF3">
        <w:rPr>
          <w:rFonts w:ascii="Arial" w:hAnsi="Arial" w:cs="Arial"/>
        </w:rPr>
        <w:t xml:space="preserve">piel- und </w:t>
      </w:r>
      <w:r w:rsidR="00684A7A">
        <w:rPr>
          <w:rFonts w:ascii="Arial" w:hAnsi="Arial" w:cs="Arial"/>
        </w:rPr>
        <w:t>Bewegungs</w:t>
      </w:r>
      <w:r w:rsidR="009B5BF3">
        <w:rPr>
          <w:rFonts w:ascii="Arial" w:hAnsi="Arial" w:cs="Arial"/>
        </w:rPr>
        <w:t>ideen sowie Bastelvorschläge und Aus</w:t>
      </w:r>
      <w:r w:rsidR="00134F7B">
        <w:rPr>
          <w:rFonts w:ascii="Arial" w:hAnsi="Arial" w:cs="Arial"/>
        </w:rPr>
        <w:t>m</w:t>
      </w:r>
      <w:r w:rsidR="009B5BF3">
        <w:rPr>
          <w:rFonts w:ascii="Arial" w:hAnsi="Arial" w:cs="Arial"/>
        </w:rPr>
        <w:t xml:space="preserve">albilder finden sich im Internet unter: </w:t>
      </w:r>
      <w:proofErr w:type="spellStart"/>
      <w:r w:rsidR="00B20B6B" w:rsidRPr="006777F4">
        <w:rPr>
          <w:rFonts w:ascii="Arial" w:hAnsi="Arial" w:cs="Arial"/>
          <w:i/>
        </w:rPr>
        <w:t>Kibaz</w:t>
      </w:r>
      <w:proofErr w:type="spellEnd"/>
      <w:r w:rsidR="00B20B6B" w:rsidRPr="003066D6">
        <w:rPr>
          <w:rFonts w:ascii="Arial" w:hAnsi="Arial" w:cs="Arial"/>
          <w:i/>
        </w:rPr>
        <w:t xml:space="preserve"> im Kinderzimmer</w:t>
      </w:r>
    </w:p>
    <w:p w:rsidR="00650AB9" w:rsidRDefault="00650AB9" w:rsidP="005C3A2E">
      <w:pPr>
        <w:spacing w:after="0"/>
        <w:rPr>
          <w:rFonts w:ascii="Arial" w:hAnsi="Arial" w:cs="Arial"/>
        </w:rPr>
      </w:pPr>
    </w:p>
    <w:p w:rsidR="00650AB9" w:rsidRPr="00CC5D7F" w:rsidRDefault="00650AB9" w:rsidP="005C3A2E">
      <w:pPr>
        <w:spacing w:after="0"/>
        <w:rPr>
          <w:rFonts w:ascii="Arial" w:hAnsi="Arial" w:cs="Arial"/>
        </w:rPr>
      </w:pPr>
      <w:r w:rsidRPr="00D644C0">
        <w:rPr>
          <w:rFonts w:ascii="Arial" w:hAnsi="Arial" w:cs="Arial"/>
          <w:highlight w:val="yellow"/>
        </w:rPr>
        <w:t>Sie oder Ihr Kind sind noch nicht Mitglied in unserem Verein. Wir bieten Ihnen eine kostenlose Schnuppermitgliedschaft an, kontaktieren Sie uns einfach.</w:t>
      </w:r>
    </w:p>
    <w:p w:rsidR="005C3A2E" w:rsidRPr="00CC5D7F" w:rsidRDefault="005C3A2E" w:rsidP="005C3A2E">
      <w:pPr>
        <w:spacing w:after="0"/>
        <w:rPr>
          <w:rFonts w:ascii="Arial" w:hAnsi="Arial" w:cs="Arial"/>
        </w:rPr>
      </w:pPr>
    </w:p>
    <w:p w:rsidR="00EF5CA2" w:rsidRDefault="008A259F" w:rsidP="008A259F">
      <w:pPr>
        <w:spacing w:after="0"/>
        <w:rPr>
          <w:rFonts w:ascii="Arial" w:hAnsi="Arial" w:cs="Arial"/>
        </w:rPr>
      </w:pPr>
      <w:r w:rsidRPr="008A259F">
        <w:rPr>
          <w:rFonts w:ascii="Arial" w:hAnsi="Arial" w:cs="Arial"/>
        </w:rPr>
        <w:t xml:space="preserve">Der Verein </w:t>
      </w:r>
      <w:r w:rsidRPr="00AA7C3F">
        <w:rPr>
          <w:rFonts w:ascii="Arial" w:hAnsi="Arial" w:cs="Arial"/>
          <w:highlight w:val="yellow"/>
        </w:rPr>
        <w:t>Musterstadt</w:t>
      </w:r>
      <w:r w:rsidR="00284733">
        <w:rPr>
          <w:rFonts w:ascii="Arial" w:hAnsi="Arial" w:cs="Arial"/>
        </w:rPr>
        <w:t xml:space="preserve"> </w:t>
      </w:r>
      <w:r w:rsidR="00C33C76">
        <w:rPr>
          <w:rFonts w:ascii="Arial" w:hAnsi="Arial" w:cs="Arial"/>
        </w:rPr>
        <w:t>freut sich auf ein baldiges Wi</w:t>
      </w:r>
      <w:r w:rsidR="00EC0276">
        <w:rPr>
          <w:rFonts w:ascii="Arial" w:hAnsi="Arial" w:cs="Arial"/>
        </w:rPr>
        <w:t>e</w:t>
      </w:r>
      <w:r w:rsidR="00C33C76">
        <w:rPr>
          <w:rFonts w:ascii="Arial" w:hAnsi="Arial" w:cs="Arial"/>
        </w:rPr>
        <w:t xml:space="preserve">dersehen. </w:t>
      </w:r>
    </w:p>
    <w:p w:rsidR="00E617A7" w:rsidRDefault="00E617A7" w:rsidP="008A259F">
      <w:pPr>
        <w:spacing w:after="0"/>
        <w:rPr>
          <w:rFonts w:ascii="Arial" w:hAnsi="Arial" w:cs="Arial"/>
        </w:rPr>
      </w:pPr>
    </w:p>
    <w:p w:rsidR="00F93E39" w:rsidRPr="008104A9" w:rsidRDefault="00E617A7" w:rsidP="008104A9">
      <w:pPr>
        <w:spacing w:after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</w:rPr>
        <w:t xml:space="preserve">Bleibt gesund! Euer </w:t>
      </w:r>
      <w:r w:rsidRPr="00E617A7">
        <w:rPr>
          <w:rFonts w:ascii="Arial" w:hAnsi="Arial" w:cs="Arial"/>
          <w:highlight w:val="yellow"/>
        </w:rPr>
        <w:t>Verein Musterstadt</w:t>
      </w:r>
    </w:p>
    <w:sectPr w:rsidR="00F93E39" w:rsidRPr="008104A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3A" w:rsidRDefault="0096663A" w:rsidP="0096663A">
      <w:pPr>
        <w:spacing w:after="0" w:line="240" w:lineRule="auto"/>
      </w:pPr>
      <w:r>
        <w:separator/>
      </w:r>
    </w:p>
  </w:endnote>
  <w:endnote w:type="continuationSeparator" w:id="0">
    <w:p w:rsidR="0096663A" w:rsidRDefault="0096663A" w:rsidP="0096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3A" w:rsidRDefault="0096663A" w:rsidP="0096663A">
      <w:pPr>
        <w:spacing w:after="0" w:line="240" w:lineRule="auto"/>
      </w:pPr>
      <w:r>
        <w:separator/>
      </w:r>
    </w:p>
  </w:footnote>
  <w:footnote w:type="continuationSeparator" w:id="0">
    <w:p w:rsidR="0096663A" w:rsidRDefault="0096663A" w:rsidP="00966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63A" w:rsidRDefault="0096663A" w:rsidP="0096663A">
    <w:pPr>
      <w:pStyle w:val="Kopfzeile"/>
      <w:jc w:val="right"/>
    </w:pPr>
    <w:r>
      <w:t>Logo Sportverein</w:t>
    </w:r>
  </w:p>
  <w:p w:rsidR="00650AB9" w:rsidRDefault="00650AB9" w:rsidP="0096663A">
    <w:pPr>
      <w:pStyle w:val="Kopfzeile"/>
      <w:jc w:val="right"/>
    </w:pPr>
    <w:r>
      <w:t>Kontaktdaten</w:t>
    </w:r>
  </w:p>
  <w:p w:rsidR="000A53EF" w:rsidRDefault="000A53EF" w:rsidP="0096663A">
    <w:pPr>
      <w:pStyle w:val="Kopfzeile"/>
      <w:jc w:val="right"/>
    </w:pPr>
  </w:p>
  <w:p w:rsidR="0096663A" w:rsidRPr="00C65850" w:rsidRDefault="002141FD" w:rsidP="0096663A">
    <w:pPr>
      <w:spacing w:after="0"/>
      <w:jc w:val="both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Elternbrief für die Bewegung</w:t>
    </w:r>
    <w:r w:rsidR="008C2480">
      <w:rPr>
        <w:rFonts w:ascii="Arial" w:hAnsi="Arial" w:cs="Arial"/>
        <w:sz w:val="28"/>
        <w:szCs w:val="28"/>
      </w:rPr>
      <w:t>stüte</w:t>
    </w:r>
    <w:r w:rsidR="0096663A" w:rsidRPr="00C65850">
      <w:rPr>
        <w:rFonts w:ascii="Arial" w:hAnsi="Arial" w:cs="Arial"/>
        <w:sz w:val="28"/>
        <w:szCs w:val="28"/>
      </w:rPr>
      <w:t xml:space="preserve"> </w:t>
    </w:r>
    <w:r w:rsidR="0096663A" w:rsidRPr="00C65850">
      <w:rPr>
        <w:rFonts w:ascii="Arial" w:hAnsi="Arial" w:cs="Arial"/>
        <w:sz w:val="28"/>
        <w:szCs w:val="28"/>
        <w:highlight w:val="yellow"/>
      </w:rPr>
      <w:t>(ein Beispiel – bitte anpassen)</w:t>
    </w:r>
    <w:r w:rsidR="0096663A" w:rsidRPr="00C65850">
      <w:rPr>
        <w:rFonts w:ascii="Arial" w:hAnsi="Arial" w:cs="Arial"/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018D"/>
    <w:multiLevelType w:val="multilevel"/>
    <w:tmpl w:val="7096A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39"/>
    <w:rsid w:val="00013AF3"/>
    <w:rsid w:val="000612A8"/>
    <w:rsid w:val="00077C67"/>
    <w:rsid w:val="000A53EF"/>
    <w:rsid w:val="000B13C0"/>
    <w:rsid w:val="00134F7B"/>
    <w:rsid w:val="001A7195"/>
    <w:rsid w:val="002141FD"/>
    <w:rsid w:val="002562F7"/>
    <w:rsid w:val="002668CC"/>
    <w:rsid w:val="00284733"/>
    <w:rsid w:val="002943A9"/>
    <w:rsid w:val="002F07F8"/>
    <w:rsid w:val="003066D6"/>
    <w:rsid w:val="00383ED6"/>
    <w:rsid w:val="003A5A31"/>
    <w:rsid w:val="003E0B81"/>
    <w:rsid w:val="003E7C96"/>
    <w:rsid w:val="004578E9"/>
    <w:rsid w:val="0046674C"/>
    <w:rsid w:val="004C2790"/>
    <w:rsid w:val="004D654D"/>
    <w:rsid w:val="004F45FD"/>
    <w:rsid w:val="00525CE2"/>
    <w:rsid w:val="005B61A4"/>
    <w:rsid w:val="005B65CE"/>
    <w:rsid w:val="005C3A2E"/>
    <w:rsid w:val="005E706A"/>
    <w:rsid w:val="00622EBE"/>
    <w:rsid w:val="00650AB9"/>
    <w:rsid w:val="0066648A"/>
    <w:rsid w:val="00675A16"/>
    <w:rsid w:val="006777F4"/>
    <w:rsid w:val="00684A7A"/>
    <w:rsid w:val="006A233D"/>
    <w:rsid w:val="006D3D8A"/>
    <w:rsid w:val="007124C8"/>
    <w:rsid w:val="007245D9"/>
    <w:rsid w:val="007A6944"/>
    <w:rsid w:val="008104A9"/>
    <w:rsid w:val="00857D88"/>
    <w:rsid w:val="008A259F"/>
    <w:rsid w:val="008A2F7E"/>
    <w:rsid w:val="008B0AC8"/>
    <w:rsid w:val="008C2480"/>
    <w:rsid w:val="008F4F41"/>
    <w:rsid w:val="0090127D"/>
    <w:rsid w:val="009461DB"/>
    <w:rsid w:val="0096663A"/>
    <w:rsid w:val="009747B2"/>
    <w:rsid w:val="009863EF"/>
    <w:rsid w:val="009B5BF3"/>
    <w:rsid w:val="009C1555"/>
    <w:rsid w:val="00A46518"/>
    <w:rsid w:val="00A84F7E"/>
    <w:rsid w:val="00AA7C3F"/>
    <w:rsid w:val="00B20B6B"/>
    <w:rsid w:val="00B32FA3"/>
    <w:rsid w:val="00B6589A"/>
    <w:rsid w:val="00B92A3B"/>
    <w:rsid w:val="00C11D7F"/>
    <w:rsid w:val="00C33C76"/>
    <w:rsid w:val="00C65850"/>
    <w:rsid w:val="00CC5D7F"/>
    <w:rsid w:val="00D47135"/>
    <w:rsid w:val="00D644C0"/>
    <w:rsid w:val="00D822E3"/>
    <w:rsid w:val="00DA775C"/>
    <w:rsid w:val="00DE3B44"/>
    <w:rsid w:val="00E34A73"/>
    <w:rsid w:val="00E617A7"/>
    <w:rsid w:val="00E824D1"/>
    <w:rsid w:val="00E96C10"/>
    <w:rsid w:val="00EC0276"/>
    <w:rsid w:val="00EF5CA2"/>
    <w:rsid w:val="00F517A1"/>
    <w:rsid w:val="00F86CA2"/>
    <w:rsid w:val="00F9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3E39"/>
  </w:style>
  <w:style w:type="paragraph" w:styleId="berschrift3">
    <w:name w:val="heading 3"/>
    <w:basedOn w:val="Standard"/>
    <w:link w:val="berschrift3Zchn"/>
    <w:uiPriority w:val="9"/>
    <w:qFormat/>
    <w:rsid w:val="00EF5CA2"/>
    <w:pPr>
      <w:spacing w:after="100" w:afterAutospacing="1" w:line="240" w:lineRule="auto"/>
      <w:outlineLvl w:val="2"/>
    </w:pPr>
    <w:rPr>
      <w:rFonts w:ascii="Arial" w:eastAsia="Times New Roman" w:hAnsi="Arial" w:cs="Arial"/>
      <w:b/>
      <w:bCs/>
      <w:color w:val="58585A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663A"/>
  </w:style>
  <w:style w:type="paragraph" w:styleId="Fuzeile">
    <w:name w:val="footer"/>
    <w:basedOn w:val="Standard"/>
    <w:link w:val="FuzeileZchn"/>
    <w:uiPriority w:val="99"/>
    <w:unhideWhenUsed/>
    <w:rsid w:val="0096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66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63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F5CA2"/>
    <w:rPr>
      <w:rFonts w:ascii="Arial" w:eastAsia="Times New Roman" w:hAnsi="Arial" w:cs="Arial"/>
      <w:b/>
      <w:bCs/>
      <w:color w:val="58585A"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F5CA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AA7C3F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4A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4A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4A7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4A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4A73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20B6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3E39"/>
  </w:style>
  <w:style w:type="paragraph" w:styleId="berschrift3">
    <w:name w:val="heading 3"/>
    <w:basedOn w:val="Standard"/>
    <w:link w:val="berschrift3Zchn"/>
    <w:uiPriority w:val="9"/>
    <w:qFormat/>
    <w:rsid w:val="00EF5CA2"/>
    <w:pPr>
      <w:spacing w:after="100" w:afterAutospacing="1" w:line="240" w:lineRule="auto"/>
      <w:outlineLvl w:val="2"/>
    </w:pPr>
    <w:rPr>
      <w:rFonts w:ascii="Arial" w:eastAsia="Times New Roman" w:hAnsi="Arial" w:cs="Arial"/>
      <w:b/>
      <w:bCs/>
      <w:color w:val="58585A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663A"/>
  </w:style>
  <w:style w:type="paragraph" w:styleId="Fuzeile">
    <w:name w:val="footer"/>
    <w:basedOn w:val="Standard"/>
    <w:link w:val="FuzeileZchn"/>
    <w:uiPriority w:val="99"/>
    <w:unhideWhenUsed/>
    <w:rsid w:val="0096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66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63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F5CA2"/>
    <w:rPr>
      <w:rFonts w:ascii="Arial" w:eastAsia="Times New Roman" w:hAnsi="Arial" w:cs="Arial"/>
      <w:b/>
      <w:bCs/>
      <w:color w:val="58585A"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F5CA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AA7C3F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4A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4A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4A7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4A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4A73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20B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5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64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3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8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7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F8CCDADA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NRW e.V.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Buchwald, Angela</dc:creator>
  <cp:lastModifiedBy>Kader, Kerstin</cp:lastModifiedBy>
  <cp:revision>9</cp:revision>
  <dcterms:created xsi:type="dcterms:W3CDTF">2021-01-12T13:46:00Z</dcterms:created>
  <dcterms:modified xsi:type="dcterms:W3CDTF">2021-01-15T06:56:00Z</dcterms:modified>
</cp:coreProperties>
</file>